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70" w:rsidRPr="005F7B33" w:rsidRDefault="006B4770" w:rsidP="00732762">
      <w:pPr>
        <w:tabs>
          <w:tab w:val="left" w:pos="1134"/>
          <w:tab w:val="left" w:pos="2552"/>
        </w:tabs>
        <w:jc w:val="center"/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  <w:bookmarkStart w:id="0" w:name="_GoBack"/>
      <w:bookmarkEnd w:id="0"/>
      <w:r w:rsidRPr="005F7B33">
        <w:rPr>
          <w:rFonts w:asciiTheme="minorHAnsi" w:hAnsiTheme="minorHAnsi" w:cs="Arial"/>
          <w:b/>
          <w:color w:val="808080" w:themeColor="background1" w:themeShade="80"/>
          <w:sz w:val="24"/>
          <w:szCs w:val="24"/>
          <w:lang w:val="en-US"/>
        </w:rPr>
        <w:t>Name</w:t>
      </w:r>
    </w:p>
    <w:p w:rsidR="00732762" w:rsidRPr="005F7B33" w:rsidRDefault="00732762" w:rsidP="00C87A2B">
      <w:pPr>
        <w:tabs>
          <w:tab w:val="left" w:pos="1134"/>
          <w:tab w:val="left" w:pos="2552"/>
        </w:tabs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</w:p>
    <w:p w:rsidR="00732762" w:rsidRPr="005F7B33" w:rsidRDefault="006B4770" w:rsidP="00732762">
      <w:pPr>
        <w:pStyle w:val="Heading4"/>
        <w:rPr>
          <w:rFonts w:asciiTheme="minorHAnsi" w:hAnsiTheme="minorHAnsi" w:cs="Arial"/>
          <w:b/>
          <w:color w:val="808080" w:themeColor="background1" w:themeShade="80"/>
          <w:szCs w:val="24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Cs w:val="24"/>
        </w:rPr>
        <w:t>Address</w:t>
      </w:r>
      <w:r w:rsidR="00732762" w:rsidRPr="005F7B33">
        <w:rPr>
          <w:rFonts w:asciiTheme="minorHAnsi" w:hAnsiTheme="minorHAnsi" w:cs="Arial"/>
          <w:b/>
          <w:color w:val="808080" w:themeColor="background1" w:themeShade="80"/>
          <w:szCs w:val="24"/>
        </w:rPr>
        <w:t>:</w:t>
      </w:r>
    </w:p>
    <w:p w:rsidR="00A51B0E" w:rsidRDefault="00732762" w:rsidP="00A51B0E">
      <w:pPr>
        <w:pStyle w:val="Heading4"/>
        <w:rPr>
          <w:rFonts w:asciiTheme="minorHAnsi" w:hAnsiTheme="minorHAnsi" w:cs="Arial"/>
          <w:b/>
          <w:color w:val="808080" w:themeColor="background1" w:themeShade="80"/>
          <w:szCs w:val="24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Cs w:val="24"/>
        </w:rPr>
        <w:t>Email:</w:t>
      </w:r>
    </w:p>
    <w:p w:rsidR="00145281" w:rsidRDefault="00A51B0E" w:rsidP="00A51B0E">
      <w:pPr>
        <w:pStyle w:val="Heading4"/>
        <w:rPr>
          <w:rFonts w:asciiTheme="minorHAnsi" w:hAnsiTheme="minorHAnsi" w:cs="Arial"/>
          <w:b/>
          <w:color w:val="808080" w:themeColor="background1" w:themeShade="80"/>
          <w:szCs w:val="24"/>
        </w:rPr>
      </w:pPr>
      <w:r>
        <w:rPr>
          <w:rFonts w:asciiTheme="minorHAnsi" w:hAnsiTheme="minorHAnsi" w:cs="Arial"/>
          <w:b/>
          <w:color w:val="808080" w:themeColor="background1" w:themeShade="80"/>
          <w:szCs w:val="24"/>
        </w:rPr>
        <w:t xml:space="preserve">Phone: </w:t>
      </w:r>
    </w:p>
    <w:p w:rsidR="005F7B33" w:rsidRPr="005F7B33" w:rsidRDefault="005F7B33" w:rsidP="00C87A2B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b/>
          <w:color w:val="808080" w:themeColor="background1" w:themeShade="80"/>
          <w:sz w:val="24"/>
          <w:szCs w:val="24"/>
          <w:lang w:val="en-US"/>
        </w:rPr>
      </w:pPr>
    </w:p>
    <w:p w:rsidR="005F7B33" w:rsidRPr="005F7B33" w:rsidRDefault="005F7B33" w:rsidP="005F7B33">
      <w:pPr>
        <w:shd w:val="clear" w:color="auto" w:fill="E6E6E6"/>
        <w:spacing w:before="60" w:after="60"/>
        <w:jc w:val="both"/>
        <w:rPr>
          <w:rFonts w:ascii="Calibri" w:hAnsi="Calibri" w:cs="Arial"/>
          <w:b/>
          <w:bCs/>
          <w:sz w:val="24"/>
          <w:szCs w:val="24"/>
          <w:lang w:val="en-US"/>
        </w:rPr>
      </w:pPr>
      <w:r>
        <w:rPr>
          <w:rFonts w:ascii="Calibri" w:hAnsi="Calibri" w:cs="Arial"/>
          <w:b/>
          <w:bCs/>
          <w:sz w:val="24"/>
          <w:szCs w:val="24"/>
          <w:lang w:val="en-US"/>
        </w:rPr>
        <w:t>Profile</w:t>
      </w:r>
    </w:p>
    <w:p w:rsidR="005F7B33" w:rsidRPr="00C66E27" w:rsidRDefault="005F7B33" w:rsidP="005F7B33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4"/>
          <w:szCs w:val="24"/>
          <w:u w:val="single"/>
          <w:lang w:val="en-US"/>
        </w:rPr>
      </w:pPr>
      <w:r w:rsidRPr="00C66E27">
        <w:rPr>
          <w:rFonts w:asciiTheme="minorHAnsi" w:hAnsiTheme="minorHAnsi" w:cs="Arial"/>
          <w:color w:val="808080" w:themeColor="background1" w:themeShade="80"/>
          <w:sz w:val="24"/>
          <w:szCs w:val="24"/>
          <w:u w:val="single"/>
          <w:lang w:val="en-US"/>
        </w:rPr>
        <w:t>Contractors</w:t>
      </w:r>
    </w:p>
    <w:p w:rsidR="005F7B33" w:rsidRDefault="005F7B33" w:rsidP="005F7B33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  <w:r w:rsidRPr="005F7B33"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>Write a brief statement on the type of work you are looking for</w:t>
      </w:r>
      <w:r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 xml:space="preserve"> and the skills you bring.  </w:t>
      </w:r>
    </w:p>
    <w:p w:rsidR="00A51B0E" w:rsidRDefault="00A51B0E" w:rsidP="005F7B33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</w:p>
    <w:p w:rsidR="005F7B33" w:rsidRPr="00C66E27" w:rsidRDefault="005F7B33" w:rsidP="005F7B33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4"/>
          <w:szCs w:val="24"/>
          <w:u w:val="single"/>
          <w:lang w:val="en-US"/>
        </w:rPr>
      </w:pPr>
      <w:r w:rsidRPr="00C66E27">
        <w:rPr>
          <w:rFonts w:asciiTheme="minorHAnsi" w:hAnsiTheme="minorHAnsi" w:cs="Arial"/>
          <w:color w:val="808080" w:themeColor="background1" w:themeShade="80"/>
          <w:sz w:val="24"/>
          <w:szCs w:val="24"/>
          <w:u w:val="single"/>
          <w:lang w:val="en-US"/>
        </w:rPr>
        <w:t xml:space="preserve">Permanent Candidates </w:t>
      </w:r>
    </w:p>
    <w:p w:rsidR="005F7B33" w:rsidRPr="005F7B33" w:rsidRDefault="00A51B0E" w:rsidP="005F7B33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  <w:r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>A profile is optional.  We strongly</w:t>
      </w:r>
      <w:r w:rsidR="005F7B33"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 xml:space="preserve"> recommend </w:t>
      </w:r>
      <w:r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 xml:space="preserve">you prepare </w:t>
      </w:r>
      <w:r w:rsidR="005F7B33"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 xml:space="preserve">a cover letter for each position </w:t>
      </w:r>
      <w:r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 xml:space="preserve">which would include this type of information. </w:t>
      </w:r>
    </w:p>
    <w:p w:rsidR="005F7B33" w:rsidRPr="005F7B33" w:rsidRDefault="005F7B33" w:rsidP="00145281">
      <w:pPr>
        <w:spacing w:before="60" w:after="60"/>
        <w:jc w:val="both"/>
        <w:rPr>
          <w:rFonts w:asciiTheme="minorHAnsi" w:hAnsiTheme="minorHAnsi" w:cs="Arial"/>
          <w:b/>
          <w:bCs/>
          <w:sz w:val="24"/>
          <w:szCs w:val="24"/>
          <w:lang w:val="en-US"/>
        </w:rPr>
      </w:pPr>
    </w:p>
    <w:p w:rsidR="006B4770" w:rsidRPr="005F7B33" w:rsidRDefault="00145281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4"/>
          <w:szCs w:val="24"/>
          <w:lang w:val="en-US"/>
        </w:rPr>
      </w:pPr>
      <w:r w:rsidRPr="005F7B33">
        <w:rPr>
          <w:rFonts w:asciiTheme="minorHAnsi" w:hAnsiTheme="minorHAnsi" w:cs="Arial"/>
          <w:b/>
          <w:bCs/>
          <w:sz w:val="24"/>
          <w:szCs w:val="24"/>
          <w:lang w:val="en-US"/>
        </w:rPr>
        <w:t>Qualifications</w:t>
      </w:r>
    </w:p>
    <w:p w:rsidR="006B4770" w:rsidRPr="005F7B33" w:rsidRDefault="00732762">
      <w:pPr>
        <w:tabs>
          <w:tab w:val="left" w:pos="1985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ind w:left="3600" w:hanging="3600"/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  <w:r w:rsidRPr="005F7B33"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 xml:space="preserve">List </w:t>
      </w:r>
      <w:r w:rsidR="00A51B0E"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>relevant tertiary qualifications and professional certifications (e.g. Prince2)</w:t>
      </w:r>
    </w:p>
    <w:p w:rsidR="00145281" w:rsidRPr="005F7B33" w:rsidRDefault="00145281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b/>
          <w:sz w:val="24"/>
          <w:szCs w:val="24"/>
        </w:rPr>
      </w:pPr>
    </w:p>
    <w:p w:rsidR="00C87A2B" w:rsidRPr="005F7B33" w:rsidRDefault="00C87A2B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b/>
          <w:sz w:val="24"/>
          <w:szCs w:val="24"/>
        </w:rPr>
      </w:pP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4"/>
          <w:szCs w:val="24"/>
          <w:lang w:val="en-US"/>
        </w:rPr>
      </w:pPr>
      <w:r w:rsidRPr="005F7B33">
        <w:rPr>
          <w:rFonts w:asciiTheme="minorHAnsi" w:hAnsiTheme="minorHAnsi" w:cs="Arial"/>
          <w:b/>
          <w:bCs/>
          <w:sz w:val="24"/>
          <w:szCs w:val="24"/>
          <w:lang w:val="en-US"/>
        </w:rPr>
        <w:t>Career Summary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644"/>
        <w:gridCol w:w="3285"/>
        <w:gridCol w:w="3314"/>
      </w:tblGrid>
      <w:tr w:rsidR="006B4770" w:rsidRPr="005F7B33" w:rsidTr="00D52DFF">
        <w:tc>
          <w:tcPr>
            <w:tcW w:w="2644" w:type="dxa"/>
            <w:shd w:val="clear" w:color="auto" w:fill="auto"/>
          </w:tcPr>
          <w:p w:rsidR="006B4770" w:rsidRPr="005F7B33" w:rsidRDefault="006B4770" w:rsidP="00B4443B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  <w:r w:rsidRPr="005F7B33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C</w:t>
            </w:r>
            <w:r w:rsidR="00C87A2B" w:rsidRPr="005F7B33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ompany</w:t>
            </w:r>
          </w:p>
        </w:tc>
        <w:tc>
          <w:tcPr>
            <w:tcW w:w="3285" w:type="dxa"/>
            <w:shd w:val="clear" w:color="auto" w:fill="auto"/>
          </w:tcPr>
          <w:p w:rsidR="006B4770" w:rsidRPr="005F7B33" w:rsidRDefault="006B4770" w:rsidP="00B4443B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  <w:r w:rsidRPr="005F7B33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P</w:t>
            </w:r>
            <w:r w:rsidR="00C87A2B" w:rsidRPr="005F7B33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osition</w:t>
            </w:r>
          </w:p>
        </w:tc>
        <w:tc>
          <w:tcPr>
            <w:tcW w:w="3314" w:type="dxa"/>
            <w:shd w:val="clear" w:color="auto" w:fill="auto"/>
          </w:tcPr>
          <w:p w:rsidR="006B4770" w:rsidRPr="005F7B33" w:rsidRDefault="00C87A2B" w:rsidP="00B4443B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  <w:r w:rsidRPr="005F7B33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Period</w:t>
            </w:r>
          </w:p>
        </w:tc>
      </w:tr>
      <w:tr w:rsidR="006B4770" w:rsidRPr="005F7B33" w:rsidTr="00D52DFF">
        <w:tc>
          <w:tcPr>
            <w:tcW w:w="2644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  <w:tc>
          <w:tcPr>
            <w:tcW w:w="3285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  <w:tc>
          <w:tcPr>
            <w:tcW w:w="3314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</w:tr>
      <w:tr w:rsidR="006B4770" w:rsidRPr="005F7B33" w:rsidTr="00D52DFF">
        <w:tc>
          <w:tcPr>
            <w:tcW w:w="2644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  <w:tc>
          <w:tcPr>
            <w:tcW w:w="3285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  <w:tc>
          <w:tcPr>
            <w:tcW w:w="3314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</w:tr>
      <w:tr w:rsidR="006B4770" w:rsidRPr="005F7B33" w:rsidTr="00D52DFF">
        <w:tc>
          <w:tcPr>
            <w:tcW w:w="2644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  <w:tc>
          <w:tcPr>
            <w:tcW w:w="3285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  <w:tc>
          <w:tcPr>
            <w:tcW w:w="3314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</w:tr>
      <w:tr w:rsidR="006B4770" w:rsidRPr="005F7B33" w:rsidTr="00D52DFF">
        <w:tc>
          <w:tcPr>
            <w:tcW w:w="2644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  <w:tc>
          <w:tcPr>
            <w:tcW w:w="3285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  <w:tc>
          <w:tcPr>
            <w:tcW w:w="3314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</w:tr>
      <w:tr w:rsidR="006B4770" w:rsidRPr="005F7B33" w:rsidTr="00D52DFF">
        <w:tc>
          <w:tcPr>
            <w:tcW w:w="2644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  <w:tc>
          <w:tcPr>
            <w:tcW w:w="3285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  <w:tc>
          <w:tcPr>
            <w:tcW w:w="3314" w:type="dxa"/>
            <w:shd w:val="clear" w:color="auto" w:fill="auto"/>
          </w:tcPr>
          <w:p w:rsidR="006B4770" w:rsidRPr="005F7B33" w:rsidRDefault="006B4770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</w:tr>
    </w:tbl>
    <w:p w:rsidR="006B4770" w:rsidRPr="005F7B33" w:rsidRDefault="006B4770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z w:val="24"/>
          <w:szCs w:val="24"/>
          <w:lang w:val="en-US"/>
        </w:rPr>
      </w:pP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4"/>
          <w:szCs w:val="24"/>
          <w:lang w:val="en-US"/>
        </w:rPr>
      </w:pPr>
      <w:r w:rsidRPr="005F7B33">
        <w:rPr>
          <w:rFonts w:asciiTheme="minorHAnsi" w:hAnsiTheme="minorHAnsi" w:cs="Arial"/>
          <w:b/>
          <w:bCs/>
          <w:sz w:val="24"/>
          <w:szCs w:val="24"/>
          <w:lang w:val="en-US"/>
        </w:rPr>
        <w:t>Summary of Key Skills</w:t>
      </w:r>
      <w:r w:rsidR="003A729E" w:rsidRPr="005F7B33">
        <w:rPr>
          <w:rFonts w:asciiTheme="minorHAnsi" w:hAnsiTheme="minorHAnsi" w:cs="Arial"/>
          <w:b/>
          <w:bCs/>
          <w:sz w:val="24"/>
          <w:szCs w:val="24"/>
          <w:lang w:val="en-US"/>
        </w:rPr>
        <w:t xml:space="preserve"> &amp; Competencies</w:t>
      </w:r>
    </w:p>
    <w:p w:rsidR="00D52DFF" w:rsidRPr="005F7B33" w:rsidRDefault="00D52DFF" w:rsidP="00D52DFF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B4443B" w:rsidRPr="005F7B33" w:rsidRDefault="00B4443B" w:rsidP="00D52DFF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B4443B" w:rsidRPr="005F7B33" w:rsidRDefault="00B4443B" w:rsidP="003A729E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C87A2B" w:rsidRPr="00A51B0E" w:rsidRDefault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Not more than 7 bullet points using short sentences or phrases. </w:t>
      </w: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4"/>
          <w:szCs w:val="24"/>
          <w:lang w:val="en-US"/>
        </w:rPr>
      </w:pPr>
      <w:r w:rsidRPr="005F7B33">
        <w:rPr>
          <w:rFonts w:asciiTheme="minorHAnsi" w:hAnsiTheme="minorHAnsi" w:cs="Arial"/>
          <w:b/>
          <w:bCs/>
          <w:sz w:val="24"/>
          <w:szCs w:val="24"/>
          <w:lang w:val="en-US"/>
        </w:rPr>
        <w:t>Career History</w:t>
      </w:r>
    </w:p>
    <w:p w:rsidR="00B4443B" w:rsidRPr="005F7B33" w:rsidRDefault="00B4443B" w:rsidP="003A729E">
      <w:pPr>
        <w:ind w:left="720"/>
        <w:rPr>
          <w:rFonts w:asciiTheme="minorHAnsi" w:hAnsiTheme="minorHAnsi" w:cs="Arial"/>
          <w:lang w:val="en-US"/>
        </w:rPr>
      </w:pPr>
    </w:p>
    <w:p w:rsidR="006B4770" w:rsidRPr="005F7B33" w:rsidRDefault="006B4770" w:rsidP="003A729E">
      <w:pPr>
        <w:pStyle w:val="Heading1"/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Position</w:t>
      </w:r>
      <w:r w:rsidR="00A51B0E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 xml:space="preserve"> – Date from/to</w:t>
      </w:r>
    </w:p>
    <w:p w:rsidR="00064467" w:rsidRPr="005F7B33" w:rsidRDefault="00064467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52" w:hanging="576"/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</w:pPr>
    </w:p>
    <w:p w:rsidR="006B4770" w:rsidRPr="005F7B33" w:rsidRDefault="006B4770" w:rsidP="003A729E">
      <w:pPr>
        <w:numPr>
          <w:ilvl w:val="0"/>
          <w:numId w:val="16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Responsibilities</w:t>
      </w:r>
    </w:p>
    <w:p w:rsidR="00D52DFF" w:rsidRPr="005F7B33" w:rsidRDefault="006B4770" w:rsidP="003A729E">
      <w:pPr>
        <w:pStyle w:val="Heading1"/>
        <w:numPr>
          <w:ilvl w:val="0"/>
          <w:numId w:val="16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Achievements</w:t>
      </w:r>
    </w:p>
    <w:p w:rsidR="00C87A2B" w:rsidRPr="005F7B33" w:rsidRDefault="00C87A2B" w:rsidP="003A729E">
      <w:pPr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</w:p>
    <w:p w:rsidR="00064467" w:rsidRPr="005F7B33" w:rsidRDefault="00064467" w:rsidP="003A729E">
      <w:pPr>
        <w:pStyle w:val="Heading1"/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Position</w:t>
      </w:r>
      <w:r w:rsidR="00A51B0E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 xml:space="preserve"> – Date from/to</w:t>
      </w:r>
    </w:p>
    <w:p w:rsidR="00064467" w:rsidRPr="005F7B33" w:rsidRDefault="00064467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08" w:hanging="576"/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</w:pPr>
    </w:p>
    <w:p w:rsidR="00D52DFF" w:rsidRPr="005F7B33" w:rsidRDefault="00D52DFF" w:rsidP="003A729E">
      <w:pPr>
        <w:numPr>
          <w:ilvl w:val="0"/>
          <w:numId w:val="16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Responsibilities</w:t>
      </w:r>
    </w:p>
    <w:p w:rsidR="00D52DFF" w:rsidRPr="005F7B33" w:rsidRDefault="00D52DFF" w:rsidP="003A729E">
      <w:pPr>
        <w:pStyle w:val="Heading1"/>
        <w:numPr>
          <w:ilvl w:val="0"/>
          <w:numId w:val="16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Achievements</w:t>
      </w:r>
    </w:p>
    <w:p w:rsidR="003A729E" w:rsidRPr="005F7B33" w:rsidRDefault="003A729E" w:rsidP="003A729E">
      <w:pPr>
        <w:rPr>
          <w:rFonts w:asciiTheme="minorHAnsi" w:hAnsiTheme="minorHAnsi"/>
          <w:color w:val="808080" w:themeColor="background1" w:themeShade="80"/>
        </w:rPr>
      </w:pPr>
    </w:p>
    <w:p w:rsidR="003A729E" w:rsidRPr="005F7B33" w:rsidRDefault="003A729E" w:rsidP="003A729E">
      <w:pPr>
        <w:pStyle w:val="Heading1"/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Position</w:t>
      </w:r>
      <w:r w:rsidR="00A51B0E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 xml:space="preserve"> – Date from/to</w:t>
      </w:r>
    </w:p>
    <w:p w:rsidR="003A729E" w:rsidRPr="005F7B33" w:rsidRDefault="003A729E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08" w:hanging="576"/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</w:pPr>
    </w:p>
    <w:p w:rsidR="003A729E" w:rsidRPr="005F7B33" w:rsidRDefault="003A729E" w:rsidP="003A729E">
      <w:pPr>
        <w:numPr>
          <w:ilvl w:val="0"/>
          <w:numId w:val="16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lastRenderedPageBreak/>
        <w:t>Responsibilities</w:t>
      </w:r>
    </w:p>
    <w:p w:rsidR="003A729E" w:rsidRPr="005F7B33" w:rsidRDefault="003A729E" w:rsidP="003A729E">
      <w:pPr>
        <w:pStyle w:val="Heading1"/>
        <w:numPr>
          <w:ilvl w:val="0"/>
          <w:numId w:val="16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Achievements</w:t>
      </w:r>
    </w:p>
    <w:p w:rsidR="00B4443B" w:rsidRDefault="00B4443B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/>
        </w:rPr>
      </w:pPr>
    </w:p>
    <w:p w:rsidR="00A51B0E" w:rsidRPr="00A51B0E" w:rsidRDefault="00A51B0E" w:rsidP="00A51B0E">
      <w:pPr>
        <w:pStyle w:val="Heading1"/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A51B0E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List as many positions as is relevant.  If more than 10 years old, a summary may be more appropriate.</w:t>
      </w:r>
    </w:p>
    <w:p w:rsidR="00A51B0E" w:rsidRPr="005F7B33" w:rsidRDefault="00A51B0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/>
        </w:rPr>
      </w:pP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bCs/>
          <w:sz w:val="22"/>
          <w:szCs w:val="22"/>
          <w:lang w:val="en-US"/>
        </w:rPr>
        <w:t>Achievements</w:t>
      </w:r>
      <w:r w:rsidRPr="005F7B33">
        <w:rPr>
          <w:rFonts w:asciiTheme="minorHAnsi" w:hAnsiTheme="minorHAnsi" w:cs="Arial"/>
          <w:b/>
          <w:bCs/>
          <w:sz w:val="22"/>
          <w:szCs w:val="22"/>
          <w:lang w:val="en-US"/>
        </w:rPr>
        <w:tab/>
      </w:r>
    </w:p>
    <w:p w:rsidR="00C87A2B" w:rsidRPr="005F7B33" w:rsidRDefault="00732762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List major achievements here.  Alternatively </w:t>
      </w:r>
      <w:proofErr w:type="spellStart"/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itemise</w:t>
      </w:r>
      <w:proofErr w:type="spellEnd"/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 </w:t>
      </w:r>
      <w:r w:rsidR="005F7B33"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achievements </w:t>
      </w: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within each position.  </w:t>
      </w:r>
    </w:p>
    <w:p w:rsidR="006B4770" w:rsidRPr="005F7B33" w:rsidRDefault="006B4770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B4443B" w:rsidRPr="005F7B33" w:rsidRDefault="00B4443B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B4443B" w:rsidRPr="005F7B33" w:rsidRDefault="00B4443B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bCs/>
          <w:sz w:val="22"/>
          <w:szCs w:val="22"/>
          <w:lang w:val="en-US"/>
        </w:rPr>
        <w:t>Professional Development</w:t>
      </w:r>
    </w:p>
    <w:p w:rsidR="00B4443B" w:rsidRPr="005F7B33" w:rsidRDefault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Key tertiary qualifications </w:t>
      </w:r>
      <w:r w:rsidR="00732762"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are</w:t>
      </w: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 </w:t>
      </w:r>
      <w:proofErr w:type="spellStart"/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itemised</w:t>
      </w:r>
      <w:proofErr w:type="spellEnd"/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 on the front page.  List others as applicable here. </w:t>
      </w:r>
    </w:p>
    <w:p w:rsidR="00D52DFF" w:rsidRPr="005F7B33" w:rsidRDefault="00D52DFF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D52DFF" w:rsidRPr="005F7B33" w:rsidRDefault="00D52DFF" w:rsidP="00D52DFF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bCs/>
          <w:sz w:val="22"/>
          <w:szCs w:val="22"/>
          <w:lang w:val="en-US"/>
        </w:rPr>
        <w:t>Publications</w:t>
      </w:r>
    </w:p>
    <w:p w:rsidR="00D52DFF" w:rsidRPr="005F7B33" w:rsidRDefault="003A729E" w:rsidP="003A729E">
      <w:pPr>
        <w:tabs>
          <w:tab w:val="left" w:pos="-1440"/>
          <w:tab w:val="left" w:pos="-720"/>
          <w:tab w:val="left" w:pos="0"/>
          <w:tab w:val="left" w:pos="720"/>
        </w:tabs>
        <w:suppressAutoHyphens/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If applicable.</w:t>
      </w:r>
    </w:p>
    <w:p w:rsidR="003A729E" w:rsidRPr="005F7B33" w:rsidRDefault="003A729E" w:rsidP="003A729E">
      <w:pPr>
        <w:tabs>
          <w:tab w:val="left" w:pos="-1440"/>
          <w:tab w:val="left" w:pos="-720"/>
          <w:tab w:val="left" w:pos="0"/>
          <w:tab w:val="left" w:pos="720"/>
        </w:tabs>
        <w:suppressAutoHyphens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3A729E" w:rsidRPr="005F7B33" w:rsidRDefault="003A729E" w:rsidP="003A729E">
      <w:pPr>
        <w:tabs>
          <w:tab w:val="left" w:pos="-1440"/>
          <w:tab w:val="left" w:pos="-720"/>
          <w:tab w:val="left" w:pos="0"/>
          <w:tab w:val="left" w:pos="720"/>
        </w:tabs>
        <w:suppressAutoHyphens/>
        <w:rPr>
          <w:rFonts w:asciiTheme="minorHAnsi" w:hAnsiTheme="minorHAnsi" w:cs="Arial"/>
          <w:b/>
          <w:color w:val="FFFFFF"/>
          <w:sz w:val="24"/>
          <w:szCs w:val="24"/>
          <w:lang w:val="en-US"/>
        </w:rPr>
      </w:pP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bCs/>
          <w:sz w:val="22"/>
          <w:szCs w:val="22"/>
          <w:lang w:val="en-US"/>
        </w:rPr>
        <w:t>Interests</w:t>
      </w:r>
    </w:p>
    <w:p w:rsidR="00B4443B" w:rsidRPr="005F7B33" w:rsidRDefault="00B4443B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D52DFF" w:rsidRPr="005F7B33" w:rsidRDefault="00D52DF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D52DFF" w:rsidRPr="005F7B33" w:rsidRDefault="00D52DF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D52DFF" w:rsidRPr="005F7B33" w:rsidRDefault="00D52DF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bCs/>
          <w:sz w:val="22"/>
          <w:szCs w:val="22"/>
          <w:lang w:val="en-US"/>
        </w:rPr>
        <w:t>Referees</w:t>
      </w:r>
    </w:p>
    <w:p w:rsidR="003306F1" w:rsidRPr="005F7B33" w:rsidRDefault="003306F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732762" w:rsidRDefault="00732762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5F7B33" w:rsidRDefault="005F7B33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5F7B33" w:rsidRPr="005F7B33" w:rsidRDefault="005F7B33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sectPr w:rsidR="005F7B33" w:rsidRPr="005F7B33" w:rsidSect="00732762">
      <w:headerReference w:type="even" r:id="rId11"/>
      <w:headerReference w:type="default" r:id="rId12"/>
      <w:footerReference w:type="even" r:id="rId13"/>
      <w:footerReference w:type="first" r:id="rId14"/>
      <w:pgSz w:w="11909" w:h="16834" w:code="9"/>
      <w:pgMar w:top="1134" w:right="1277" w:bottom="879" w:left="1440" w:header="851" w:footer="879" w:gutter="0"/>
      <w:paperSrc w:first="7" w:other="7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AB0" w:rsidRDefault="00582AB0">
      <w:r>
        <w:separator/>
      </w:r>
    </w:p>
  </w:endnote>
  <w:endnote w:type="continuationSeparator" w:id="0">
    <w:p w:rsidR="00582AB0" w:rsidRDefault="0058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">
    <w:altName w:val="Bookman Old Style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70" w:rsidRDefault="006B4770">
    <w:pPr>
      <w:pBdr>
        <w:top w:val="single" w:sz="6" w:space="0" w:color="000000"/>
      </w:pBdr>
      <w:jc w:val="both"/>
      <w:rPr>
        <w:sz w:val="24"/>
        <w:lang w:val="en-US"/>
      </w:rPr>
    </w:pPr>
  </w:p>
  <w:p w:rsidR="006B4770" w:rsidRDefault="006B4770">
    <w:pPr>
      <w:tabs>
        <w:tab w:val="right" w:pos="9026"/>
      </w:tabs>
      <w:spacing w:line="200" w:lineRule="exact"/>
      <w:jc w:val="both"/>
      <w:rPr>
        <w:rFonts w:ascii="BOOKMAN" w:hAnsi="BOOKMAN"/>
        <w:lang w:val="en-US"/>
      </w:rPr>
    </w:pPr>
    <w:r>
      <w:rPr>
        <w:rFonts w:ascii="BOOKMAN" w:hAnsi="BOOKMAN"/>
        <w:i/>
        <w:lang w:val="en-US"/>
      </w:rPr>
      <w:tab/>
    </w:r>
    <w:r>
      <w:rPr>
        <w:rFonts w:ascii="Arial" w:hAnsi="Arial"/>
        <w:i/>
        <w:lang w:val="en-US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8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43B" w:rsidRDefault="00B4443B" w:rsidP="00B4443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AB0" w:rsidRDefault="00582AB0">
      <w:r>
        <w:separator/>
      </w:r>
    </w:p>
  </w:footnote>
  <w:footnote w:type="continuationSeparator" w:id="0">
    <w:p w:rsidR="00582AB0" w:rsidRDefault="00582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70" w:rsidRDefault="006B4770">
    <w:pPr>
      <w:tabs>
        <w:tab w:val="right" w:pos="9026"/>
      </w:tabs>
      <w:spacing w:line="200" w:lineRule="exact"/>
      <w:jc w:val="right"/>
      <w:rPr>
        <w:i/>
        <w:lang w:val="en-US"/>
      </w:rPr>
    </w:pPr>
    <w:r>
      <w:rPr>
        <w:i/>
        <w:lang w:val="en-US"/>
      </w:rPr>
      <w:t>* Candidate's Name</w:t>
    </w:r>
    <w:r>
      <w:rPr>
        <w:i/>
        <w:lang w:val="en-US"/>
      </w:rPr>
      <w:tab/>
    </w:r>
  </w:p>
  <w:p w:rsidR="006B4770" w:rsidRDefault="006B477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  <w:rPr>
        <w:lang w:val="en-US"/>
      </w:rPr>
    </w:pPr>
  </w:p>
  <w:p w:rsidR="006B4770" w:rsidRDefault="006B4770">
    <w:pPr>
      <w:pBdr>
        <w:top w:val="single" w:sz="6" w:space="0" w:color="000000"/>
      </w:pBdr>
      <w:spacing w:after="380" w:line="100" w:lineRule="exact"/>
      <w:rPr>
        <w:rFonts w:ascii="BOOKMAN" w:hAnsi="BOOKMAN"/>
        <w:sz w:val="1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BC" w:rsidRDefault="004075BC" w:rsidP="00B4443B">
    <w:pPr>
      <w:tabs>
        <w:tab w:val="right" w:pos="9026"/>
      </w:tabs>
      <w:jc w:val="center"/>
      <w:rPr>
        <w:rFonts w:ascii="Arial" w:hAnsi="Arial"/>
        <w:i/>
        <w:lang w:val="en-US"/>
      </w:rPr>
    </w:pPr>
  </w:p>
  <w:p w:rsidR="004075BC" w:rsidRDefault="004075BC" w:rsidP="00B4443B">
    <w:pPr>
      <w:tabs>
        <w:tab w:val="right" w:pos="9026"/>
      </w:tabs>
      <w:rPr>
        <w:rFonts w:ascii="Arial" w:hAnsi="Arial"/>
        <w:i/>
        <w:lang w:val="en-US"/>
      </w:rPr>
    </w:pPr>
  </w:p>
  <w:p w:rsidR="004075BC" w:rsidRDefault="006B4770" w:rsidP="00B4443B">
    <w:pPr>
      <w:tabs>
        <w:tab w:val="right" w:pos="9026"/>
      </w:tabs>
      <w:spacing w:line="200" w:lineRule="exact"/>
      <w:rPr>
        <w:rFonts w:ascii="Arial" w:hAnsi="Arial"/>
        <w:i/>
        <w:lang w:val="en-US"/>
      </w:rPr>
    </w:pPr>
    <w:r>
      <w:rPr>
        <w:rFonts w:ascii="Arial" w:hAnsi="Arial"/>
        <w:i/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FC0608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">
    <w:nsid w:val="197A1B91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">
    <w:nsid w:val="1C761489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4">
    <w:nsid w:val="2DE27F9E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5">
    <w:nsid w:val="2FBD2CAD"/>
    <w:multiLevelType w:val="hybridMultilevel"/>
    <w:tmpl w:val="41FCE2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59735F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7">
    <w:nsid w:val="44220312"/>
    <w:multiLevelType w:val="hybridMultilevel"/>
    <w:tmpl w:val="EA0EBC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BC38E1"/>
    <w:multiLevelType w:val="hybridMultilevel"/>
    <w:tmpl w:val="94527D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1205F7"/>
    <w:multiLevelType w:val="hybridMultilevel"/>
    <w:tmpl w:val="BDE824A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9E4280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1">
    <w:nsid w:val="5B824D8D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2">
    <w:nsid w:val="5E0F2AC1"/>
    <w:multiLevelType w:val="hybridMultilevel"/>
    <w:tmpl w:val="EA58C1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3C6887"/>
    <w:multiLevelType w:val="singleLevel"/>
    <w:tmpl w:val="BBEAA8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67866DB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5">
    <w:nsid w:val="71E9478F"/>
    <w:multiLevelType w:val="singleLevel"/>
    <w:tmpl w:val="BBEAA8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ECF2FCF"/>
    <w:multiLevelType w:val="singleLevel"/>
    <w:tmpl w:val="BBEAA8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576"/>
        <w:lvlJc w:val="left"/>
        <w:pPr>
          <w:ind w:left="576" w:hanging="576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720"/>
        <w:lvlJc w:val="left"/>
        <w:pPr>
          <w:ind w:left="720" w:hanging="720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1440"/>
        <w:lvlJc w:val="left"/>
        <w:pPr>
          <w:ind w:left="1440" w:hanging="1440"/>
        </w:pPr>
        <w:rPr>
          <w:rFonts w:ascii="Symbol" w:hAnsi="Symbol" w:hint="default"/>
        </w:rPr>
      </w:lvl>
    </w:lvlOverride>
  </w:num>
  <w:num w:numId="5">
    <w:abstractNumId w:val="15"/>
  </w:num>
  <w:num w:numId="6">
    <w:abstractNumId w:val="16"/>
  </w:num>
  <w:num w:numId="7">
    <w:abstractNumId w:val="13"/>
  </w:num>
  <w:num w:numId="8">
    <w:abstractNumId w:val="6"/>
  </w:num>
  <w:num w:numId="9">
    <w:abstractNumId w:val="11"/>
  </w:num>
  <w:num w:numId="10">
    <w:abstractNumId w:val="10"/>
  </w:num>
  <w:num w:numId="11">
    <w:abstractNumId w:val="14"/>
  </w:num>
  <w:num w:numId="12">
    <w:abstractNumId w:val="4"/>
  </w:num>
  <w:num w:numId="13">
    <w:abstractNumId w:val="3"/>
  </w:num>
  <w:num w:numId="14">
    <w:abstractNumId w:val="1"/>
  </w:num>
  <w:num w:numId="15">
    <w:abstractNumId w:val="2"/>
  </w:num>
  <w:num w:numId="16">
    <w:abstractNumId w:val="7"/>
  </w:num>
  <w:num w:numId="17">
    <w:abstractNumId w:val="12"/>
  </w:num>
  <w:num w:numId="18">
    <w:abstractNumId w:val="8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28"/>
    <w:rsid w:val="00045F4F"/>
    <w:rsid w:val="000507A9"/>
    <w:rsid w:val="00064467"/>
    <w:rsid w:val="00145281"/>
    <w:rsid w:val="003306F1"/>
    <w:rsid w:val="003A0B33"/>
    <w:rsid w:val="003A729E"/>
    <w:rsid w:val="004075BC"/>
    <w:rsid w:val="0047617C"/>
    <w:rsid w:val="00523579"/>
    <w:rsid w:val="00541828"/>
    <w:rsid w:val="00582AB0"/>
    <w:rsid w:val="005B4193"/>
    <w:rsid w:val="005F7B33"/>
    <w:rsid w:val="006B4770"/>
    <w:rsid w:val="00701F6B"/>
    <w:rsid w:val="00732762"/>
    <w:rsid w:val="00774CE2"/>
    <w:rsid w:val="007C239F"/>
    <w:rsid w:val="00A075B8"/>
    <w:rsid w:val="00A2681E"/>
    <w:rsid w:val="00A51B0E"/>
    <w:rsid w:val="00A63437"/>
    <w:rsid w:val="00A7714C"/>
    <w:rsid w:val="00A8167E"/>
    <w:rsid w:val="00B4443B"/>
    <w:rsid w:val="00C66E27"/>
    <w:rsid w:val="00C87A2B"/>
    <w:rsid w:val="00CD38FA"/>
    <w:rsid w:val="00D52DFF"/>
    <w:rsid w:val="00DC40AA"/>
    <w:rsid w:val="00E014F8"/>
    <w:rsid w:val="00E81F3E"/>
    <w:rsid w:val="00F4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DFF"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76"/>
        <w:tab w:val="left" w:pos="1985"/>
        <w:tab w:val="left" w:pos="5103"/>
        <w:tab w:val="left" w:pos="6480"/>
        <w:tab w:val="left" w:pos="6521"/>
        <w:tab w:val="left" w:pos="7200"/>
        <w:tab w:val="left" w:pos="7920"/>
        <w:tab w:val="left" w:pos="8640"/>
      </w:tabs>
      <w:spacing w:line="260" w:lineRule="exact"/>
      <w:jc w:val="both"/>
      <w:outlineLvl w:val="1"/>
    </w:pPr>
    <w:rPr>
      <w:rFonts w:ascii="Arial Narrow" w:hAnsi="Arial Narrow"/>
      <w:sz w:val="24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3600"/>
        <w:tab w:val="left" w:pos="3686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40"/>
      <w:outlineLvl w:val="2"/>
    </w:pPr>
    <w:rPr>
      <w:b/>
      <w:spacing w:val="-3"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2552"/>
        <w:tab w:val="left" w:pos="3600"/>
        <w:tab w:val="left" w:pos="4320"/>
        <w:tab w:val="left" w:pos="5103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576"/>
        <w:tab w:val="left" w:pos="1152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sz w:val="24"/>
      <w:lang w:val="en-US"/>
    </w:rPr>
  </w:style>
  <w:style w:type="paragraph" w:customStyle="1" w:styleId="Style1">
    <w:name w:val="Style1"/>
    <w:basedOn w:val="Normal"/>
    <w:next w:val="Heading1"/>
    <w:rsid w:val="00145281"/>
    <w:pPr>
      <w:shd w:val="solid" w:color="000080" w:fill="auto"/>
      <w:tabs>
        <w:tab w:val="left" w:pos="5103"/>
      </w:tabs>
    </w:pPr>
    <w:rPr>
      <w:rFonts w:ascii="Arial" w:hAnsi="Arial"/>
      <w:b/>
      <w:color w:val="00000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DFF"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76"/>
        <w:tab w:val="left" w:pos="1985"/>
        <w:tab w:val="left" w:pos="5103"/>
        <w:tab w:val="left" w:pos="6480"/>
        <w:tab w:val="left" w:pos="6521"/>
        <w:tab w:val="left" w:pos="7200"/>
        <w:tab w:val="left" w:pos="7920"/>
        <w:tab w:val="left" w:pos="8640"/>
      </w:tabs>
      <w:spacing w:line="260" w:lineRule="exact"/>
      <w:jc w:val="both"/>
      <w:outlineLvl w:val="1"/>
    </w:pPr>
    <w:rPr>
      <w:rFonts w:ascii="Arial Narrow" w:hAnsi="Arial Narrow"/>
      <w:sz w:val="24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3600"/>
        <w:tab w:val="left" w:pos="3686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40"/>
      <w:outlineLvl w:val="2"/>
    </w:pPr>
    <w:rPr>
      <w:b/>
      <w:spacing w:val="-3"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2552"/>
        <w:tab w:val="left" w:pos="3600"/>
        <w:tab w:val="left" w:pos="4320"/>
        <w:tab w:val="left" w:pos="5103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576"/>
        <w:tab w:val="left" w:pos="1152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sz w:val="24"/>
      <w:lang w:val="en-US"/>
    </w:rPr>
  </w:style>
  <w:style w:type="paragraph" w:customStyle="1" w:styleId="Style1">
    <w:name w:val="Style1"/>
    <w:basedOn w:val="Normal"/>
    <w:next w:val="Heading1"/>
    <w:rsid w:val="00145281"/>
    <w:pPr>
      <w:shd w:val="solid" w:color="000080" w:fill="auto"/>
      <w:tabs>
        <w:tab w:val="left" w:pos="5103"/>
      </w:tabs>
    </w:pPr>
    <w:rPr>
      <w:rFonts w:ascii="Arial" w:hAnsi="Arial"/>
      <w:b/>
      <w:color w:val="00000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igh\Downloads\CV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unction xmlns="37d4953b-b2f1-4e7d-8a9a-5281edb54880">General</Function>
    <Divider xmlns="37d4953b-b2f1-4e7d-8a9a-5281edb54880">General</Divid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219AA3CCAA8844ADACE6BB90ED1F34" ma:contentTypeVersion="2" ma:contentTypeDescription="Create a new document." ma:contentTypeScope="" ma:versionID="3f05f51e5549879fe630b43d2c7e4c5a">
  <xsd:schema xmlns:xsd="http://www.w3.org/2001/XMLSchema" xmlns:xs="http://www.w3.org/2001/XMLSchema" xmlns:p="http://schemas.microsoft.com/office/2006/metadata/properties" xmlns:ns1="37d4953b-b2f1-4e7d-8a9a-5281edb54880" targetNamespace="http://schemas.microsoft.com/office/2006/metadata/properties" ma:root="true" ma:fieldsID="f2b5c44bab6198493ef81d5bd3737d4f" ns1:_="">
    <xsd:import namespace="37d4953b-b2f1-4e7d-8a9a-5281edb54880"/>
    <xsd:element name="properties">
      <xsd:complexType>
        <xsd:sequence>
          <xsd:element name="documentManagement">
            <xsd:complexType>
              <xsd:all>
                <xsd:element ref="ns1:Divider"/>
                <xsd:element ref="ns1:Func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4953b-b2f1-4e7d-8a9a-5281edb54880" elementFormDefault="qualified">
    <xsd:import namespace="http://schemas.microsoft.com/office/2006/documentManagement/types"/>
    <xsd:import namespace="http://schemas.microsoft.com/office/infopath/2007/PartnerControls"/>
    <xsd:element name="Divider" ma:index="0" ma:displayName="Divider" ma:default="General" ma:format="Dropdown" ma:internalName="Divider">
      <xsd:simpleType>
        <xsd:restriction base="dms:Choice">
          <xsd:enumeration value="Company"/>
          <xsd:enumeration value="Staff"/>
          <xsd:enumeration value="Reference"/>
          <xsd:enumeration value="General"/>
        </xsd:restriction>
      </xsd:simpleType>
    </xsd:element>
    <xsd:element name="Function" ma:index="1" ma:displayName="Function" ma:default="General" ma:format="Dropdown" ma:internalName="Function">
      <xsd:simpleType>
        <xsd:restriction base="dms:Choice">
          <xsd:enumeration value="Planning"/>
          <xsd:enumeration value="Policy"/>
          <xsd:enumeration value="Process"/>
          <xsd:enumeration value="Job Descriptions"/>
          <xsd:enumeration value="Operational"/>
          <xsd:enumeration value="Performance"/>
          <xsd:enumeration value="Training"/>
          <xsd:enumeration value="General"/>
          <xsd:enumeration value="Contracts"/>
          <xsd:enumeration value="Branding"/>
          <xsd:enumeration value="Syste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29A6E9-DF88-47CF-B5F0-D6CD27FA5B89}">
  <ds:schemaRefs>
    <ds:schemaRef ds:uri="http://schemas.microsoft.com/office/2006/metadata/properties"/>
    <ds:schemaRef ds:uri="http://schemas.microsoft.com/office/infopath/2007/PartnerControls"/>
    <ds:schemaRef ds:uri="37d4953b-b2f1-4e7d-8a9a-5281edb54880"/>
  </ds:schemaRefs>
</ds:datastoreItem>
</file>

<file path=customXml/itemProps2.xml><?xml version="1.0" encoding="utf-8"?>
<ds:datastoreItem xmlns:ds="http://schemas.openxmlformats.org/officeDocument/2006/customXml" ds:itemID="{B038099B-2DFC-4CBA-A08A-BCA2CC3085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210A85-A616-40C8-AFAA-B5CFE8C04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4953b-b2f1-4e7d-8a9a-5281edb5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Template</Template>
  <TotalTime>2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Template</vt:lpstr>
    </vt:vector>
  </TitlesOfParts>
  <Company>The Johnson Group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Template</dc:title>
  <dc:creator>Leigh Johnson</dc:creator>
  <cp:lastModifiedBy>Leigh</cp:lastModifiedBy>
  <cp:revision>1</cp:revision>
  <cp:lastPrinted>2006-06-13T20:59:00Z</cp:lastPrinted>
  <dcterms:created xsi:type="dcterms:W3CDTF">2014-11-20T21:50:00Z</dcterms:created>
  <dcterms:modified xsi:type="dcterms:W3CDTF">2014-11-20T21:52:00Z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0x01010066219AA3CCAA8844ADACE6BB90ED1F34</vt:lpwstr>
  </property>
</Properties>
</file>